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FD996" w14:textId="77777777" w:rsidR="005060CF" w:rsidRDefault="005060CF">
      <w:r>
        <w:separator/>
      </w:r>
    </w:p>
  </w:endnote>
  <w:endnote w:type="continuationSeparator" w:id="0">
    <w:p w14:paraId="574AFFA7" w14:textId="77777777" w:rsidR="005060CF" w:rsidRDefault="0050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C9C5D" w14:textId="77777777" w:rsidR="005060CF" w:rsidRDefault="005060CF">
      <w:r>
        <w:separator/>
      </w:r>
    </w:p>
  </w:footnote>
  <w:footnote w:type="continuationSeparator" w:id="0">
    <w:p w14:paraId="2F485733" w14:textId="77777777" w:rsidR="005060CF" w:rsidRDefault="005060CF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00AF"/>
    <w:rsid w:val="00036519"/>
    <w:rsid w:val="00060CB4"/>
    <w:rsid w:val="00061F20"/>
    <w:rsid w:val="00074059"/>
    <w:rsid w:val="00076215"/>
    <w:rsid w:val="00080D83"/>
    <w:rsid w:val="00082097"/>
    <w:rsid w:val="00087F66"/>
    <w:rsid w:val="00091D25"/>
    <w:rsid w:val="00093DFE"/>
    <w:rsid w:val="000A7662"/>
    <w:rsid w:val="000B418E"/>
    <w:rsid w:val="000B516D"/>
    <w:rsid w:val="000C0CA8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595A"/>
    <w:rsid w:val="00166BB4"/>
    <w:rsid w:val="00167543"/>
    <w:rsid w:val="0016782B"/>
    <w:rsid w:val="00171089"/>
    <w:rsid w:val="00180FB7"/>
    <w:rsid w:val="00183D7E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24FFB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357A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0E5B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2791B"/>
    <w:rsid w:val="0043129B"/>
    <w:rsid w:val="0043701D"/>
    <w:rsid w:val="0044048C"/>
    <w:rsid w:val="00451E71"/>
    <w:rsid w:val="0045529E"/>
    <w:rsid w:val="004861BD"/>
    <w:rsid w:val="00492BD3"/>
    <w:rsid w:val="004A0A1F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060CF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64B51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B7685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12BB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2BA6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A6C24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4FAB"/>
    <w:rsid w:val="00987582"/>
    <w:rsid w:val="009A0315"/>
    <w:rsid w:val="009A0B03"/>
    <w:rsid w:val="009A27EE"/>
    <w:rsid w:val="009A298B"/>
    <w:rsid w:val="009A6E7D"/>
    <w:rsid w:val="009A7FC0"/>
    <w:rsid w:val="009B27BD"/>
    <w:rsid w:val="009B5B48"/>
    <w:rsid w:val="009B5CA6"/>
    <w:rsid w:val="009C26C4"/>
    <w:rsid w:val="009C630F"/>
    <w:rsid w:val="009D71C1"/>
    <w:rsid w:val="009E16CC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13A6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241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33D"/>
    <w:rsid w:val="00CF54D5"/>
    <w:rsid w:val="00CF6103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301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5DAD"/>
    <w:rsid w:val="00E37B19"/>
    <w:rsid w:val="00E41161"/>
    <w:rsid w:val="00E55D67"/>
    <w:rsid w:val="00E57060"/>
    <w:rsid w:val="00E63316"/>
    <w:rsid w:val="00E63F0B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163A3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C6ACC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PROFESJA</dc:creator>
  <cp:lastModifiedBy>Renata Różycka</cp:lastModifiedBy>
  <cp:revision>2</cp:revision>
  <cp:lastPrinted>2019-02-18T10:24:00Z</cp:lastPrinted>
  <dcterms:created xsi:type="dcterms:W3CDTF">2026-01-28T15:24:00Z</dcterms:created>
  <dcterms:modified xsi:type="dcterms:W3CDTF">2026-01-28T15:24:00Z</dcterms:modified>
</cp:coreProperties>
</file>